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2C783811">
                <wp:simplePos x="0" y="0"/>
                <wp:positionH relativeFrom="column">
                  <wp:posOffset>4510585</wp:posOffset>
                </wp:positionH>
                <wp:positionV relativeFrom="paragraph">
                  <wp:posOffset>-600501</wp:posOffset>
                </wp:positionV>
                <wp:extent cx="1813333" cy="670956"/>
                <wp:effectExtent l="0" t="0" r="15875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3333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3CE47981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5F3692">
                                      <w:rPr>
                                        <w:rStyle w:val="Style2"/>
                                        <w:sz w:val="18"/>
                                      </w:rPr>
                                      <w:t>23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55.15pt;margin-top:-47.3pt;width:142.8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3CE47981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5F3692">
                                <w:rPr>
                                  <w:rStyle w:val="Style2"/>
                                  <w:sz w:val="18"/>
                                </w:rPr>
                                <w:t>23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5F369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5F3692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5F3692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6083D"/>
    <w:rsid w:val="000B0DCD"/>
    <w:rsid w:val="000E02D9"/>
    <w:rsid w:val="001007E7"/>
    <w:rsid w:val="001020C0"/>
    <w:rsid w:val="00111E41"/>
    <w:rsid w:val="00114CB7"/>
    <w:rsid w:val="001466B0"/>
    <w:rsid w:val="00157600"/>
    <w:rsid w:val="00170EC5"/>
    <w:rsid w:val="00181E8D"/>
    <w:rsid w:val="00194FF2"/>
    <w:rsid w:val="001A3F92"/>
    <w:rsid w:val="001F73A7"/>
    <w:rsid w:val="002009A7"/>
    <w:rsid w:val="0022186C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F369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36FD8"/>
    <w:rsid w:val="00A60693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7</cp:revision>
  <cp:lastPrinted>2011-03-04T18:48:00Z</cp:lastPrinted>
  <dcterms:created xsi:type="dcterms:W3CDTF">2025-06-30T22:42:00Z</dcterms:created>
  <dcterms:modified xsi:type="dcterms:W3CDTF">2025-10-06T17:08:00Z</dcterms:modified>
</cp:coreProperties>
</file>